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52FEBB7E" w14:textId="77777777" w:rsidR="00AD6A9B" w:rsidRPr="000032C3" w:rsidRDefault="00AD6A9B" w:rsidP="00AD6A9B">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116BBE2C"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Pr>
          <w:rFonts w:ascii="Arial" w:hAnsi="Arial" w:cs="Arial"/>
          <w:spacing w:val="0"/>
          <w:sz w:val="16"/>
        </w:rPr>
        <w:t>02</w:t>
      </w:r>
      <w:r w:rsidRPr="000032C3">
        <w:rPr>
          <w:rFonts w:ascii="Arial" w:hAnsi="Arial" w:cs="Arial"/>
          <w:spacing w:val="0"/>
          <w:sz w:val="16"/>
        </w:rPr>
        <w:t>.</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Pr>
          <w:rFonts w:ascii="Arial" w:hAnsi="Arial" w:cs="Arial"/>
          <w:noProof/>
          <w:spacing w:val="0"/>
          <w:sz w:val="16"/>
        </w:rPr>
        <w:t>01</w:t>
      </w:r>
      <w:r w:rsidRPr="000032C3">
        <w:rPr>
          <w:rFonts w:ascii="Arial" w:hAnsi="Arial" w:cs="Arial"/>
          <w:noProof/>
          <w:spacing w:val="0"/>
          <w:sz w:val="16"/>
        </w:rPr>
        <w:t> </w:t>
      </w:r>
      <w:r w:rsidRPr="000032C3">
        <w:rPr>
          <w:rFonts w:ascii="Arial" w:hAnsi="Arial" w:cs="Arial"/>
          <w:spacing w:val="0"/>
          <w:sz w:val="16"/>
        </w:rPr>
        <w:fldChar w:fldCharType="end"/>
      </w:r>
      <w:r w:rsidRPr="000032C3">
        <w:rPr>
          <w:rFonts w:ascii="Arial" w:hAnsi="Arial" w:cs="Arial"/>
          <w:spacing w:val="0"/>
          <w:sz w:val="16"/>
        </w:rPr>
        <w:t>.</w:t>
      </w:r>
      <w:bookmarkStart w:id="1" w:name="Text45"/>
      <w:r>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6D6B58F3"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4A40609B"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Pr>
          <w:rFonts w:ascii="Arial" w:hAnsi="Arial" w:cs="Arial"/>
          <w:spacing w:val="0"/>
          <w:sz w:val="16"/>
        </w:rPr>
        <w:t>31.12.2023</w:t>
      </w:r>
    </w:p>
    <w:p w14:paraId="22C6FDBE" w14:textId="77777777" w:rsidR="00AD6A9B" w:rsidRPr="000032C3" w:rsidRDefault="00AD6A9B" w:rsidP="00AD6A9B">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75CA14E2"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562902">
        <w:rPr>
          <w:bCs/>
          <w:szCs w:val="24"/>
        </w:rPr>
        <w:t>2023/7</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8" w:name="OLE_LINK1"/>
      <w:r w:rsidRPr="00A60946">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345"/>
        <w:gridCol w:w="2833"/>
      </w:tblGrid>
      <w:tr w:rsidR="00471A69" w:rsidRPr="00A60946" w14:paraId="1650C18F" w14:textId="77777777" w:rsidTr="001B6EBE">
        <w:tc>
          <w:tcPr>
            <w:tcW w:w="1379" w:type="pct"/>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2192" w:type="pct"/>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1428" w:type="pct"/>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9C036F"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AD6A9B" w:rsidRPr="00B7669C" w14:paraId="0A1C5DE9" w14:textId="77777777" w:rsidTr="001B6EBE">
        <w:tc>
          <w:tcPr>
            <w:tcW w:w="1379" w:type="pct"/>
          </w:tcPr>
          <w:p w14:paraId="331E40AD" w14:textId="4E5857E2" w:rsidR="00AD6A9B" w:rsidRPr="00B7669C" w:rsidRDefault="00AD6A9B" w:rsidP="00AD6A9B">
            <w:pPr>
              <w:rPr>
                <w:bCs/>
                <w:szCs w:val="24"/>
              </w:rPr>
            </w:pPr>
            <w:r w:rsidRPr="00DF353B">
              <w:rPr>
                <w:bCs/>
                <w:szCs w:val="24"/>
              </w:rPr>
              <w:t>RMK Puiduturustusosakonna turustusspetsialist MartEnel</w:t>
            </w:r>
          </w:p>
        </w:tc>
        <w:tc>
          <w:tcPr>
            <w:tcW w:w="2192" w:type="pct"/>
          </w:tcPr>
          <w:p w14:paraId="6D3D722C" w14:textId="0E8BDD7E" w:rsidR="00AD6A9B" w:rsidRPr="00B7669C" w:rsidRDefault="00AD6A9B" w:rsidP="00AD6A9B">
            <w:pPr>
              <w:rPr>
                <w:bCs/>
                <w:szCs w:val="24"/>
              </w:rPr>
            </w:pPr>
            <w:r w:rsidRPr="00DF353B">
              <w:rPr>
                <w:bCs/>
                <w:szCs w:val="24"/>
              </w:rPr>
              <w:t>37203152761</w:t>
            </w:r>
          </w:p>
        </w:tc>
        <w:tc>
          <w:tcPr>
            <w:tcW w:w="1428" w:type="pct"/>
          </w:tcPr>
          <w:p w14:paraId="39B7CB9E" w14:textId="77777777" w:rsidR="00AD6A9B" w:rsidRPr="00DF353B" w:rsidRDefault="00AD6A9B" w:rsidP="00AD6A9B">
            <w:pPr>
              <w:rPr>
                <w:bCs/>
                <w:szCs w:val="24"/>
              </w:rPr>
            </w:pPr>
            <w:r w:rsidRPr="00DF353B">
              <w:rPr>
                <w:bCs/>
                <w:szCs w:val="24"/>
              </w:rPr>
              <w:t>Tel. 526 3392</w:t>
            </w:r>
          </w:p>
          <w:p w14:paraId="695201CF" w14:textId="5B0B3946" w:rsidR="00AD6A9B" w:rsidRPr="00B7669C" w:rsidRDefault="009C036F" w:rsidP="00AD6A9B">
            <w:pPr>
              <w:rPr>
                <w:bCs/>
                <w:szCs w:val="24"/>
              </w:rPr>
            </w:pPr>
            <w:hyperlink r:id="rId13" w:history="1">
              <w:r w:rsidR="00AD6A9B" w:rsidRPr="00B7669C">
                <w:t>mart.enel@rmk.ee</w:t>
              </w:r>
            </w:hyperlink>
            <w:r w:rsidR="00AD6A9B">
              <w:rPr>
                <w:bCs/>
                <w:szCs w:val="24"/>
              </w:rPr>
              <w:t xml:space="preserve"> </w:t>
            </w:r>
          </w:p>
        </w:tc>
      </w:tr>
      <w:tr w:rsidR="00471A69" w:rsidRPr="00B7669C" w14:paraId="501C094E" w14:textId="77777777" w:rsidTr="001B6EBE">
        <w:trPr>
          <w:cantSplit/>
        </w:trPr>
        <w:tc>
          <w:tcPr>
            <w:tcW w:w="5000" w:type="pct"/>
            <w:gridSpan w:val="3"/>
          </w:tcPr>
          <w:p w14:paraId="7D4B62D9" w14:textId="366CEAE9" w:rsidR="00471A69" w:rsidRPr="00B7669C" w:rsidRDefault="00471A69" w:rsidP="00301C69">
            <w:pPr>
              <w:rPr>
                <w:bCs/>
                <w:szCs w:val="24"/>
              </w:rPr>
            </w:pPr>
            <w:r w:rsidRPr="00B7669C">
              <w:rPr>
                <w:bCs/>
                <w:szCs w:val="24"/>
              </w:rPr>
              <w:t>Esindusõigus tuleneb (voli</w:t>
            </w:r>
            <w:r w:rsidR="00301C69" w:rsidRPr="00B7669C">
              <w:rPr>
                <w:bCs/>
                <w:szCs w:val="24"/>
              </w:rPr>
              <w:t xml:space="preserve">tamise alus): RMK juhatuse </w:t>
            </w:r>
            <w:r w:rsidRPr="00B7669C">
              <w:rPr>
                <w:bCs/>
                <w:szCs w:val="24"/>
              </w:rPr>
              <w:t>e</w:t>
            </w:r>
            <w:r w:rsidR="00301C69" w:rsidRPr="00B7669C">
              <w:rPr>
                <w:bCs/>
                <w:szCs w:val="24"/>
              </w:rPr>
              <w:t>simehe</w:t>
            </w:r>
            <w:r w:rsidRPr="00B7669C">
              <w:rPr>
                <w:bCs/>
                <w:szCs w:val="24"/>
              </w:rPr>
              <w:t xml:space="preserve"> </w:t>
            </w:r>
            <w:r w:rsidR="00301C69" w:rsidRPr="00B7669C">
              <w:rPr>
                <w:bCs/>
                <w:szCs w:val="24"/>
              </w:rPr>
              <w:t>0</w:t>
            </w:r>
            <w:sdt>
              <w:sdtPr>
                <w:rPr>
                  <w:bCs/>
                  <w:szCs w:val="24"/>
                </w:rPr>
                <w:id w:val="-203568576"/>
                <w:placeholder>
                  <w:docPart w:val="7E684AFE72D74DF1BA9A3F9BE60F255A"/>
                </w:placeholder>
                <w:date w:fullDate="2016-08-05T00:00:00Z">
                  <w:dateFormat w:val="d.MM.yyyy"/>
                  <w:lid w:val="et-EE"/>
                  <w:storeMappedDataAs w:val="dateTime"/>
                  <w:calendar w:val="gregorian"/>
                </w:date>
              </w:sdtPr>
              <w:sdtEndPr/>
              <w:sdtContent>
                <w:r w:rsidR="001F0175" w:rsidRPr="00B7669C">
                  <w:rPr>
                    <w:bCs/>
                    <w:szCs w:val="24"/>
                  </w:rPr>
                  <w:t>5.08.2016</w:t>
                </w:r>
              </w:sdtContent>
            </w:sdt>
            <w:r w:rsidRPr="00B7669C">
              <w:rPr>
                <w:bCs/>
                <w:szCs w:val="24"/>
              </w:rPr>
              <w:t xml:space="preserve"> käskkiri nr </w:t>
            </w:r>
            <w:r w:rsidR="00301C69">
              <w:rPr>
                <w:bCs/>
                <w:szCs w:val="24"/>
              </w:rPr>
              <w:t>1-5/91</w:t>
            </w:r>
          </w:p>
        </w:tc>
      </w:tr>
    </w:tbl>
    <w:p w14:paraId="5E9DD385" w14:textId="77777777" w:rsidR="00471A69" w:rsidRPr="00B7669C" w:rsidRDefault="00471A69" w:rsidP="00471A69">
      <w:pPr>
        <w:rPr>
          <w:bCs/>
          <w:szCs w:val="24"/>
        </w:rPr>
      </w:pPr>
    </w:p>
    <w:p w14:paraId="67C87B84" w14:textId="77777777" w:rsidR="00471A69" w:rsidRPr="00B7669C" w:rsidRDefault="00471A69" w:rsidP="00471A69">
      <w:pPr>
        <w:rPr>
          <w:b/>
          <w:bCs/>
          <w:szCs w:val="24"/>
        </w:rPr>
      </w:pPr>
      <w:r w:rsidRPr="00B7669C">
        <w:rPr>
          <w:b/>
          <w:bCs/>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3742"/>
        <w:gridCol w:w="2805"/>
      </w:tblGrid>
      <w:tr w:rsidR="00562902" w:rsidRPr="00B7669C" w14:paraId="1CDE3CB7" w14:textId="77777777" w:rsidTr="005C24F2">
        <w:tc>
          <w:tcPr>
            <w:tcW w:w="1697" w:type="pct"/>
          </w:tcPr>
          <w:p w14:paraId="11376DDE" w14:textId="0132DAEF" w:rsidR="00562902" w:rsidRPr="00B7669C" w:rsidRDefault="00562902" w:rsidP="00562902">
            <w:pPr>
              <w:rPr>
                <w:bCs/>
                <w:szCs w:val="24"/>
              </w:rPr>
            </w:pPr>
            <w:r w:rsidRPr="00E4614C">
              <w:rPr>
                <w:szCs w:val="24"/>
              </w:rPr>
              <w:t>Marabi OÜ</w:t>
            </w:r>
          </w:p>
        </w:tc>
        <w:tc>
          <w:tcPr>
            <w:tcW w:w="1888" w:type="pct"/>
          </w:tcPr>
          <w:p w14:paraId="51DED1C2" w14:textId="77777777" w:rsidR="00562902" w:rsidRPr="00E4614C" w:rsidRDefault="00562902" w:rsidP="00562902">
            <w:pPr>
              <w:rPr>
                <w:szCs w:val="24"/>
              </w:rPr>
            </w:pPr>
            <w:r w:rsidRPr="00E4614C">
              <w:rPr>
                <w:szCs w:val="24"/>
              </w:rPr>
              <w:t>Registrikood 11596562</w:t>
            </w:r>
          </w:p>
          <w:p w14:paraId="121658D7" w14:textId="6C21CF29" w:rsidR="00562902" w:rsidRPr="00B7669C" w:rsidRDefault="00562902" w:rsidP="00562902">
            <w:pPr>
              <w:rPr>
                <w:bCs/>
                <w:szCs w:val="24"/>
              </w:rPr>
            </w:pPr>
            <w:proofErr w:type="spellStart"/>
            <w:r w:rsidRPr="00E4614C">
              <w:rPr>
                <w:szCs w:val="24"/>
              </w:rPr>
              <w:t>Kalina</w:t>
            </w:r>
            <w:proofErr w:type="spellEnd"/>
            <w:r w:rsidRPr="00E4614C">
              <w:rPr>
                <w:szCs w:val="24"/>
              </w:rPr>
              <w:t xml:space="preserve"> küla Mäetaguse vald Ida-Virumaa</w:t>
            </w:r>
          </w:p>
        </w:tc>
        <w:tc>
          <w:tcPr>
            <w:tcW w:w="1415" w:type="pct"/>
          </w:tcPr>
          <w:p w14:paraId="02A55C9A" w14:textId="68154B95" w:rsidR="00562902" w:rsidRPr="00B7669C" w:rsidRDefault="00562902" w:rsidP="00562902">
            <w:pPr>
              <w:rPr>
                <w:bCs/>
                <w:szCs w:val="24"/>
              </w:rPr>
            </w:pPr>
            <w:r w:rsidRPr="00C85E7A">
              <w:rPr>
                <w:szCs w:val="24"/>
              </w:rPr>
              <w:t xml:space="preserve">Tel  </w:t>
            </w:r>
            <w:r w:rsidRPr="00E4614C">
              <w:rPr>
                <w:szCs w:val="24"/>
              </w:rPr>
              <w:t>5525322</w:t>
            </w:r>
          </w:p>
        </w:tc>
      </w:tr>
      <w:tr w:rsidR="00562902" w:rsidRPr="00B7669C" w14:paraId="50460C22" w14:textId="77777777" w:rsidTr="005C24F2">
        <w:tc>
          <w:tcPr>
            <w:tcW w:w="1697" w:type="pct"/>
          </w:tcPr>
          <w:p w14:paraId="14CBF7E0" w14:textId="185919C4" w:rsidR="00562902" w:rsidRPr="00B7669C" w:rsidRDefault="00562902" w:rsidP="00562902">
            <w:pPr>
              <w:rPr>
                <w:bCs/>
                <w:szCs w:val="24"/>
              </w:rPr>
            </w:pPr>
            <w:r w:rsidRPr="00C85E7A">
              <w:rPr>
                <w:szCs w:val="24"/>
              </w:rPr>
              <w:t xml:space="preserve">Juhatuse liige </w:t>
            </w:r>
            <w:r w:rsidRPr="00E4614C">
              <w:rPr>
                <w:szCs w:val="24"/>
              </w:rPr>
              <w:t>Raivo Nõmmemees</w:t>
            </w:r>
          </w:p>
        </w:tc>
        <w:tc>
          <w:tcPr>
            <w:tcW w:w="1888" w:type="pct"/>
          </w:tcPr>
          <w:p w14:paraId="6FF10A1D" w14:textId="44E6CB7C" w:rsidR="00562902" w:rsidRPr="00B7669C" w:rsidRDefault="00562902" w:rsidP="00562902">
            <w:pPr>
              <w:rPr>
                <w:bCs/>
                <w:szCs w:val="24"/>
              </w:rPr>
            </w:pPr>
            <w:r>
              <w:rPr>
                <w:szCs w:val="24"/>
              </w:rPr>
              <w:t>37510182266</w:t>
            </w:r>
          </w:p>
        </w:tc>
        <w:tc>
          <w:tcPr>
            <w:tcW w:w="1415" w:type="pct"/>
          </w:tcPr>
          <w:p w14:paraId="0D1DEE27" w14:textId="13F098E5" w:rsidR="00562902" w:rsidRPr="00A60946" w:rsidRDefault="00562902" w:rsidP="00562902">
            <w:pPr>
              <w:rPr>
                <w:bCs/>
                <w:szCs w:val="24"/>
              </w:rPr>
            </w:pPr>
            <w:hyperlink r:id="rId14" w:history="1">
              <w:r w:rsidRPr="004E5D3B">
                <w:rPr>
                  <w:rStyle w:val="Hyperlink"/>
                </w:rPr>
                <w:t>info@marabi.eu</w:t>
              </w:r>
            </w:hyperlink>
            <w:r>
              <w:t xml:space="preserve"> </w:t>
            </w:r>
          </w:p>
        </w:tc>
      </w:tr>
      <w:tr w:rsidR="00471A69" w:rsidRPr="00B7669C" w14:paraId="4D9F911E" w14:textId="77777777" w:rsidTr="001B6EBE">
        <w:tblPrEx>
          <w:tblLook w:val="0000" w:firstRow="0" w:lastRow="0" w:firstColumn="0" w:lastColumn="0" w:noHBand="0" w:noVBand="0"/>
        </w:tblPrEx>
        <w:tc>
          <w:tcPr>
            <w:tcW w:w="5000" w:type="pct"/>
            <w:gridSpan w:val="3"/>
          </w:tcPr>
          <w:p w14:paraId="2A4C5682" w14:textId="484CA73F" w:rsidR="00471A69" w:rsidRPr="00A60946" w:rsidRDefault="00471A69" w:rsidP="00002ED5">
            <w:pPr>
              <w:rPr>
                <w:bCs/>
                <w:szCs w:val="24"/>
              </w:rPr>
            </w:pPr>
            <w:r w:rsidRPr="00A60946">
              <w:rPr>
                <w:bCs/>
                <w:szCs w:val="24"/>
              </w:rPr>
              <w:t xml:space="preserve">Esindusõigus tuleneb (volitamise alus): </w:t>
            </w:r>
            <w:r w:rsidR="00B7669C" w:rsidRPr="00B7669C">
              <w:rPr>
                <w:bCs/>
                <w:szCs w:val="24"/>
              </w:rPr>
              <w:t>ettevõtte põhikiri</w:t>
            </w:r>
          </w:p>
        </w:tc>
      </w:tr>
      <w:bookmarkEnd w:id="8"/>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06601D18" w:rsidR="00C63431" w:rsidRDefault="006E0604" w:rsidP="00684A2C">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562902" w:rsidRPr="00E4614C">
        <w:rPr>
          <w:szCs w:val="24"/>
        </w:rPr>
        <w:t>Marabi OÜ</w:t>
      </w:r>
      <w:r w:rsidR="00562902" w:rsidRPr="00DE59E6">
        <w:rPr>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562902" w:rsidRPr="00E4614C">
        <w:rPr>
          <w:szCs w:val="24"/>
        </w:rPr>
        <w:t>Marabi OÜ</w:t>
      </w:r>
      <w:r w:rsidR="005C24F2" w:rsidRPr="005C24F2">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2ED88B22"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AA7BDE">
        <w:rPr>
          <w:noProof/>
          <w:color w:val="000000"/>
          <w:szCs w:val="24"/>
        </w:rPr>
        <w:t>Pagari</w:t>
      </w:r>
      <w:r w:rsidR="00684A2C">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72ED93AF" w:rsidR="00471A69" w:rsidRPr="00471A69" w:rsidRDefault="00AA7BDE" w:rsidP="00681FD4">
            <w:pPr>
              <w:rPr>
                <w:szCs w:val="24"/>
              </w:rPr>
            </w:pPr>
            <w:r w:rsidRPr="00AA7BDE">
              <w:rPr>
                <w:szCs w:val="24"/>
              </w:rPr>
              <w:t>7 (seitse)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2EC082FB"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9C036F" w:rsidRPr="000845E3">
          <w:rPr>
            <w:rStyle w:val="Hyperlink"/>
          </w:rPr>
          <w:t>info@marabi.eu</w:t>
        </w:r>
      </w:hyperlink>
      <w:r w:rsidR="009C036F">
        <w:t xml:space="preserve"> </w:t>
      </w:r>
      <w:bookmarkStart w:id="9" w:name="_GoBack"/>
      <w:bookmarkEnd w:id="9"/>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0E39B19B" w14:textId="77777777" w:rsidR="00AA7BDE" w:rsidRPr="0072228C" w:rsidRDefault="006E0604" w:rsidP="00AA7BDE">
      <w:pPr>
        <w:jc w:val="both"/>
        <w:rPr>
          <w:szCs w:val="24"/>
        </w:rPr>
      </w:pPr>
      <w:r w:rsidRPr="00471A69">
        <w:rPr>
          <w:b/>
          <w:szCs w:val="24"/>
        </w:rPr>
        <w:lastRenderedPageBreak/>
        <w:t>8.5.</w:t>
      </w:r>
      <w:r w:rsidRPr="00471A69">
        <w:rPr>
          <w:szCs w:val="24"/>
        </w:rPr>
        <w:tab/>
      </w:r>
      <w:r w:rsidR="00AA7BDE" w:rsidRPr="0072228C">
        <w:rPr>
          <w:szCs w:val="24"/>
        </w:rPr>
        <w:t>Ostja kohustub lepingust tulenevate kohustuste tagamiseks kandma hiljemalt 26.01.2023a.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565F3D2E" w14:textId="77777777" w:rsidR="00AA7BDE" w:rsidRPr="0072228C" w:rsidRDefault="00AA7BDE" w:rsidP="00AA7BDE">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1EBAFE8E" w14:textId="77777777" w:rsidR="00AA7BDE" w:rsidRPr="0072228C" w:rsidRDefault="00AA7BDE" w:rsidP="00AA7BDE">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06C45632" w14:textId="352B7004" w:rsidR="00AA7BDE" w:rsidRDefault="00AA7BDE" w:rsidP="00AA7BDE">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5E75179A" w14:textId="77777777" w:rsidR="00AA7BDE" w:rsidRDefault="00AA7BDE" w:rsidP="00AA7BDE">
      <w:pPr>
        <w:jc w:val="both"/>
        <w:rPr>
          <w:szCs w:val="24"/>
        </w:rPr>
      </w:pPr>
    </w:p>
    <w:p w14:paraId="63DF9864" w14:textId="29AA883F" w:rsidR="006E0604" w:rsidRPr="00683F6D" w:rsidRDefault="006E0604" w:rsidP="00AA7BDE">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23DDB565"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kehtib leping 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 xml:space="preserve">uhul kui ostja ei ole hiljemalt 31.12.2023 küttepuitu Eestis puitkütuste (halud, </w:t>
      </w:r>
      <w:proofErr w:type="spellStart"/>
      <w:r w:rsidR="002E723C" w:rsidRPr="00A31D04">
        <w:rPr>
          <w:szCs w:val="24"/>
        </w:rPr>
        <w:t>pellet</w:t>
      </w:r>
      <w:proofErr w:type="spellEnd"/>
      <w:r w:rsidR="002E723C" w:rsidRPr="00A31D04">
        <w:rPr>
          <w:szCs w:val="24"/>
        </w:rPr>
        <w: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5C82E5DA" w:rsidR="001D5F9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7"/>
        <w:gridCol w:w="1843"/>
        <w:gridCol w:w="4381"/>
      </w:tblGrid>
      <w:tr w:rsidR="00B7669C" w:rsidRPr="0076294C" w14:paraId="27D18BFE" w14:textId="77777777" w:rsidTr="00B7669C">
        <w:tc>
          <w:tcPr>
            <w:tcW w:w="1860" w:type="pct"/>
            <w:shd w:val="clear" w:color="auto" w:fill="auto"/>
          </w:tcPr>
          <w:p w14:paraId="1DF57D2F" w14:textId="77777777" w:rsidR="00B7669C" w:rsidRPr="00B7669C" w:rsidRDefault="00B7669C" w:rsidP="004157C2">
            <w:pPr>
              <w:jc w:val="both"/>
              <w:rPr>
                <w:szCs w:val="24"/>
              </w:rPr>
            </w:pPr>
            <w:r w:rsidRPr="00B7669C">
              <w:rPr>
                <w:szCs w:val="24"/>
              </w:rPr>
              <w:t>Nimi</w:t>
            </w:r>
          </w:p>
        </w:tc>
        <w:tc>
          <w:tcPr>
            <w:tcW w:w="930" w:type="pct"/>
            <w:shd w:val="clear" w:color="auto" w:fill="auto"/>
          </w:tcPr>
          <w:p w14:paraId="6DD02F7D" w14:textId="77777777" w:rsidR="00B7669C" w:rsidRPr="00B7669C" w:rsidRDefault="00B7669C" w:rsidP="004157C2">
            <w:pPr>
              <w:jc w:val="both"/>
              <w:rPr>
                <w:szCs w:val="24"/>
              </w:rPr>
            </w:pPr>
            <w:r w:rsidRPr="00B7669C">
              <w:rPr>
                <w:szCs w:val="24"/>
              </w:rPr>
              <w:t>Telefon</w:t>
            </w:r>
          </w:p>
        </w:tc>
        <w:tc>
          <w:tcPr>
            <w:tcW w:w="2210" w:type="pct"/>
            <w:shd w:val="clear" w:color="auto" w:fill="auto"/>
          </w:tcPr>
          <w:p w14:paraId="66BAD02F" w14:textId="77777777" w:rsidR="00B7669C" w:rsidRPr="00B7669C" w:rsidRDefault="00B7669C" w:rsidP="004157C2">
            <w:pPr>
              <w:jc w:val="both"/>
              <w:rPr>
                <w:szCs w:val="24"/>
              </w:rPr>
            </w:pPr>
            <w:r w:rsidRPr="00B7669C">
              <w:rPr>
                <w:szCs w:val="24"/>
              </w:rPr>
              <w:t>e-post</w:t>
            </w:r>
          </w:p>
        </w:tc>
      </w:tr>
      <w:tr w:rsidR="00AA7BDE" w14:paraId="64220563" w14:textId="77777777" w:rsidTr="00B7669C">
        <w:trPr>
          <w:trHeight w:val="272"/>
        </w:trPr>
        <w:tc>
          <w:tcPr>
            <w:tcW w:w="1860" w:type="pct"/>
            <w:shd w:val="clear" w:color="auto" w:fill="auto"/>
          </w:tcPr>
          <w:p w14:paraId="2CF45ED9" w14:textId="6BC0C682" w:rsidR="00AA7BDE" w:rsidRPr="00B7669C" w:rsidRDefault="00AA7BDE" w:rsidP="00AA7BDE">
            <w:pPr>
              <w:jc w:val="both"/>
              <w:rPr>
                <w:szCs w:val="24"/>
              </w:rPr>
            </w:pPr>
            <w:r w:rsidRPr="000F1002">
              <w:rPr>
                <w:bCs/>
                <w:szCs w:val="24"/>
              </w:rPr>
              <w:t>Eve Merbach</w:t>
            </w:r>
          </w:p>
        </w:tc>
        <w:tc>
          <w:tcPr>
            <w:tcW w:w="930" w:type="pct"/>
            <w:shd w:val="clear" w:color="auto" w:fill="auto"/>
          </w:tcPr>
          <w:p w14:paraId="35E780ED" w14:textId="6B7F57B1" w:rsidR="00AA7BDE" w:rsidRPr="00B7669C" w:rsidRDefault="00AA7BDE" w:rsidP="00AA7BDE">
            <w:pPr>
              <w:jc w:val="both"/>
              <w:rPr>
                <w:szCs w:val="24"/>
              </w:rPr>
            </w:pPr>
            <w:r>
              <w:rPr>
                <w:bCs/>
                <w:szCs w:val="24"/>
              </w:rPr>
              <w:t>5020851</w:t>
            </w:r>
          </w:p>
        </w:tc>
        <w:tc>
          <w:tcPr>
            <w:tcW w:w="2210" w:type="pct"/>
            <w:shd w:val="clear" w:color="auto" w:fill="auto"/>
          </w:tcPr>
          <w:p w14:paraId="0D49D2A0" w14:textId="28F80AA6" w:rsidR="00AA7BDE" w:rsidRPr="00780108" w:rsidRDefault="00AA7BDE" w:rsidP="00AA7BDE">
            <w:pPr>
              <w:jc w:val="both"/>
            </w:pPr>
            <w:hyperlink r:id="rId19" w:history="1">
              <w:r w:rsidRPr="00CD5AF1">
                <w:rPr>
                  <w:rStyle w:val="Hyperlink"/>
                </w:rPr>
                <w:t>aktid.kirde@rmk.ee</w:t>
              </w:r>
            </w:hyperlink>
            <w:r>
              <w:t xml:space="preserve"> </w:t>
            </w:r>
          </w:p>
        </w:tc>
      </w:tr>
    </w:tbl>
    <w:p w14:paraId="68BE4DB8" w14:textId="59C2CBC5" w:rsidR="001D5F9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00B7669C">
        <w:rPr>
          <w:szCs w:val="24"/>
        </w:rPr>
        <w:t xml:space="preserve">, </w:t>
      </w:r>
      <w:r w:rsidR="00B7669C" w:rsidRPr="00683F6D">
        <w:rPr>
          <w:bCs/>
          <w:szCs w:val="24"/>
        </w:rPr>
        <w:t>üleandmise-vastuvõtmise vormistaja</w:t>
      </w:r>
      <w:r w:rsidRPr="00B7669C">
        <w:rPr>
          <w:bCs/>
          <w:szCs w:val="24"/>
        </w:rPr>
        <w:t xml:space="preserve"> </w:t>
      </w:r>
      <w:r w:rsidRPr="00683F6D">
        <w:rPr>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694"/>
        <w:gridCol w:w="4946"/>
      </w:tblGrid>
      <w:tr w:rsidR="00780108" w:rsidRPr="0076294C" w14:paraId="4031F2D8" w14:textId="77777777" w:rsidTr="00780108">
        <w:tc>
          <w:tcPr>
            <w:tcW w:w="1146" w:type="pct"/>
            <w:shd w:val="clear" w:color="auto" w:fill="auto"/>
          </w:tcPr>
          <w:p w14:paraId="0190D749" w14:textId="77777777" w:rsidR="00780108" w:rsidRPr="00B7669C" w:rsidRDefault="00780108" w:rsidP="004157C2">
            <w:pPr>
              <w:jc w:val="both"/>
              <w:rPr>
                <w:szCs w:val="24"/>
              </w:rPr>
            </w:pPr>
            <w:r w:rsidRPr="00B7669C">
              <w:rPr>
                <w:szCs w:val="24"/>
              </w:rPr>
              <w:t>Nimi</w:t>
            </w:r>
          </w:p>
        </w:tc>
        <w:tc>
          <w:tcPr>
            <w:tcW w:w="1359" w:type="pct"/>
            <w:shd w:val="clear" w:color="auto" w:fill="auto"/>
          </w:tcPr>
          <w:p w14:paraId="63F9150F" w14:textId="77777777" w:rsidR="00780108" w:rsidRPr="00B7669C" w:rsidRDefault="00780108" w:rsidP="004157C2">
            <w:pPr>
              <w:jc w:val="both"/>
              <w:rPr>
                <w:szCs w:val="24"/>
              </w:rPr>
            </w:pPr>
            <w:r w:rsidRPr="00B7669C">
              <w:rPr>
                <w:szCs w:val="24"/>
              </w:rPr>
              <w:t>Telefon</w:t>
            </w:r>
          </w:p>
        </w:tc>
        <w:tc>
          <w:tcPr>
            <w:tcW w:w="2495" w:type="pct"/>
            <w:shd w:val="clear" w:color="auto" w:fill="auto"/>
          </w:tcPr>
          <w:p w14:paraId="65A9DA8B" w14:textId="77777777" w:rsidR="00780108" w:rsidRPr="00B7669C" w:rsidRDefault="00780108" w:rsidP="004157C2">
            <w:pPr>
              <w:jc w:val="both"/>
              <w:rPr>
                <w:szCs w:val="24"/>
              </w:rPr>
            </w:pPr>
            <w:r w:rsidRPr="00B7669C">
              <w:rPr>
                <w:szCs w:val="24"/>
              </w:rPr>
              <w:t>e-post</w:t>
            </w:r>
          </w:p>
        </w:tc>
      </w:tr>
      <w:tr w:rsidR="00AA7BDE" w:rsidRPr="00C51D38" w14:paraId="18BBAB4C" w14:textId="77777777" w:rsidTr="00780108">
        <w:tc>
          <w:tcPr>
            <w:tcW w:w="1146" w:type="pct"/>
            <w:shd w:val="clear" w:color="auto" w:fill="auto"/>
          </w:tcPr>
          <w:p w14:paraId="5F61F677" w14:textId="341E7ADA" w:rsidR="00AA7BDE" w:rsidRPr="00B7669C" w:rsidRDefault="00AA7BDE" w:rsidP="00AA7BDE">
            <w:pPr>
              <w:jc w:val="both"/>
              <w:rPr>
                <w:szCs w:val="24"/>
              </w:rPr>
            </w:pPr>
            <w:r w:rsidRPr="00EE3FC6">
              <w:rPr>
                <w:bCs/>
                <w:szCs w:val="24"/>
              </w:rPr>
              <w:t>Raivo Nõmmemees</w:t>
            </w:r>
          </w:p>
        </w:tc>
        <w:tc>
          <w:tcPr>
            <w:tcW w:w="1359" w:type="pct"/>
            <w:shd w:val="clear" w:color="auto" w:fill="auto"/>
          </w:tcPr>
          <w:p w14:paraId="08A4D0A1" w14:textId="2F499AF3" w:rsidR="00AA7BDE" w:rsidRPr="00B7669C" w:rsidRDefault="00AA7BDE" w:rsidP="00AA7BDE">
            <w:pPr>
              <w:jc w:val="both"/>
              <w:rPr>
                <w:szCs w:val="24"/>
              </w:rPr>
            </w:pPr>
            <w:r w:rsidRPr="00FF0CEA">
              <w:t>5525322</w:t>
            </w:r>
          </w:p>
        </w:tc>
        <w:tc>
          <w:tcPr>
            <w:tcW w:w="2495" w:type="pct"/>
            <w:shd w:val="clear" w:color="auto" w:fill="auto"/>
          </w:tcPr>
          <w:p w14:paraId="35E47726" w14:textId="28B91803" w:rsidR="00AA7BDE" w:rsidRPr="00B7669C" w:rsidRDefault="00AA7BDE" w:rsidP="00AA7BDE">
            <w:pPr>
              <w:jc w:val="both"/>
              <w:rPr>
                <w:szCs w:val="24"/>
              </w:rPr>
            </w:pPr>
            <w:hyperlink r:id="rId20" w:history="1">
              <w:r w:rsidRPr="004E5D3B">
                <w:rPr>
                  <w:rStyle w:val="Hyperlink"/>
                </w:rPr>
                <w:t>info@marabi.eu</w:t>
              </w:r>
            </w:hyperlink>
            <w:r>
              <w:t xml:space="preserve"> </w:t>
            </w:r>
          </w:p>
        </w:tc>
      </w:tr>
    </w:tbl>
    <w:p w14:paraId="211018B7" w14:textId="77777777" w:rsidR="00B7669C" w:rsidRPr="00683F6D" w:rsidRDefault="00B7669C" w:rsidP="001D5F9D">
      <w:pPr>
        <w:shd w:val="clear" w:color="auto" w:fill="FFFFFF" w:themeFill="background1"/>
        <w:rPr>
          <w:szCs w:val="24"/>
        </w:rPr>
      </w:pPr>
    </w:p>
    <w:p w14:paraId="79E7C251" w14:textId="1E7DA5C1" w:rsidR="001D5F9D" w:rsidRDefault="002D2F55" w:rsidP="001D5F9D">
      <w:pPr>
        <w:shd w:val="clear" w:color="auto" w:fill="FFFFFF" w:themeFill="background1"/>
        <w:rPr>
          <w:bCs/>
          <w:szCs w:val="24"/>
        </w:rPr>
      </w:pPr>
      <w:r>
        <w:rPr>
          <w:b/>
          <w:szCs w:val="24"/>
        </w:rPr>
        <w:t>10.3</w:t>
      </w:r>
      <w:r w:rsidR="001D5F9D" w:rsidRPr="00683F6D">
        <w:rPr>
          <w:b/>
          <w:szCs w:val="24"/>
        </w:rPr>
        <w:t>.</w:t>
      </w:r>
      <w:r w:rsidR="000B3C7F">
        <w:rPr>
          <w:szCs w:val="24"/>
        </w:rPr>
        <w:tab/>
      </w:r>
      <w:r w:rsidR="001D5F9D" w:rsidRPr="00683F6D">
        <w:rPr>
          <w:bCs/>
          <w:szCs w:val="24"/>
        </w:rPr>
        <w:t>Müüja poolne metsamaterjali transpordi (logistika) korraldaja</w:t>
      </w:r>
      <w:r w:rsidR="001D5F9D"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5"/>
        <w:gridCol w:w="2359"/>
        <w:gridCol w:w="4607"/>
      </w:tblGrid>
      <w:tr w:rsidR="002157E3" w:rsidRPr="0076294C" w14:paraId="417148B6" w14:textId="77777777" w:rsidTr="007A75B6">
        <w:tc>
          <w:tcPr>
            <w:tcW w:w="1486" w:type="pct"/>
            <w:shd w:val="clear" w:color="auto" w:fill="auto"/>
          </w:tcPr>
          <w:p w14:paraId="6253CABF" w14:textId="77777777" w:rsidR="002157E3" w:rsidRPr="00B7669C" w:rsidRDefault="002157E3" w:rsidP="004157C2">
            <w:pPr>
              <w:jc w:val="both"/>
              <w:rPr>
                <w:szCs w:val="24"/>
              </w:rPr>
            </w:pPr>
            <w:r w:rsidRPr="00B7669C">
              <w:rPr>
                <w:szCs w:val="24"/>
              </w:rPr>
              <w:t>Nimi</w:t>
            </w:r>
          </w:p>
        </w:tc>
        <w:tc>
          <w:tcPr>
            <w:tcW w:w="1190" w:type="pct"/>
            <w:shd w:val="clear" w:color="auto" w:fill="auto"/>
          </w:tcPr>
          <w:p w14:paraId="4395DE73" w14:textId="77777777" w:rsidR="002157E3" w:rsidRPr="00B7669C" w:rsidRDefault="002157E3" w:rsidP="004157C2">
            <w:pPr>
              <w:jc w:val="both"/>
              <w:rPr>
                <w:szCs w:val="24"/>
              </w:rPr>
            </w:pPr>
            <w:r w:rsidRPr="00B7669C">
              <w:rPr>
                <w:szCs w:val="24"/>
              </w:rPr>
              <w:t>Telefon</w:t>
            </w:r>
          </w:p>
        </w:tc>
        <w:tc>
          <w:tcPr>
            <w:tcW w:w="2324" w:type="pct"/>
            <w:shd w:val="clear" w:color="auto" w:fill="auto"/>
          </w:tcPr>
          <w:p w14:paraId="6783AC2E" w14:textId="77777777" w:rsidR="002157E3" w:rsidRPr="00B7669C" w:rsidRDefault="002157E3" w:rsidP="004157C2">
            <w:pPr>
              <w:jc w:val="both"/>
              <w:rPr>
                <w:szCs w:val="24"/>
              </w:rPr>
            </w:pPr>
            <w:r w:rsidRPr="00B7669C">
              <w:rPr>
                <w:szCs w:val="24"/>
              </w:rPr>
              <w:t>e-post</w:t>
            </w:r>
          </w:p>
        </w:tc>
      </w:tr>
      <w:tr w:rsidR="00AA7BDE" w:rsidRPr="000625D1" w14:paraId="26841ADC" w14:textId="77777777" w:rsidTr="007A75B6">
        <w:tc>
          <w:tcPr>
            <w:tcW w:w="1486" w:type="pct"/>
            <w:shd w:val="clear" w:color="auto" w:fill="auto"/>
          </w:tcPr>
          <w:p w14:paraId="2A24CBEB" w14:textId="601BCF48" w:rsidR="00AA7BDE" w:rsidRPr="00B7669C" w:rsidRDefault="00AA7BDE" w:rsidP="00AA7BDE">
            <w:pPr>
              <w:jc w:val="both"/>
              <w:rPr>
                <w:szCs w:val="24"/>
              </w:rPr>
            </w:pPr>
            <w:r w:rsidRPr="00C07A39">
              <w:t>Raul Orgla</w:t>
            </w:r>
          </w:p>
        </w:tc>
        <w:tc>
          <w:tcPr>
            <w:tcW w:w="1190" w:type="pct"/>
            <w:shd w:val="clear" w:color="auto" w:fill="auto"/>
          </w:tcPr>
          <w:p w14:paraId="60AFBEAD" w14:textId="64AF1A48" w:rsidR="00AA7BDE" w:rsidRPr="00B7669C" w:rsidRDefault="00AA7BDE" w:rsidP="00AA7BDE">
            <w:pPr>
              <w:jc w:val="both"/>
              <w:rPr>
                <w:szCs w:val="24"/>
              </w:rPr>
            </w:pPr>
            <w:r w:rsidRPr="00C07A39">
              <w:t>5051441</w:t>
            </w:r>
          </w:p>
        </w:tc>
        <w:tc>
          <w:tcPr>
            <w:tcW w:w="2324" w:type="pct"/>
            <w:shd w:val="clear" w:color="auto" w:fill="auto"/>
          </w:tcPr>
          <w:p w14:paraId="5132D78D" w14:textId="2D6CCACF" w:rsidR="00AA7BDE" w:rsidRPr="007A75B6" w:rsidRDefault="00E119D1" w:rsidP="00AA7BDE">
            <w:pPr>
              <w:jc w:val="both"/>
            </w:pPr>
            <w:hyperlink r:id="rId21" w:history="1">
              <w:r w:rsidRPr="000845E3">
                <w:rPr>
                  <w:rStyle w:val="Hyperlink"/>
                </w:rPr>
                <w:t>raul.orgla@rmk.ee</w:t>
              </w:r>
            </w:hyperlink>
            <w:r>
              <w:t xml:space="preserve"> </w:t>
            </w:r>
          </w:p>
        </w:tc>
      </w:tr>
    </w:tbl>
    <w:p w14:paraId="33D33BDA" w14:textId="77777777" w:rsidR="00B7669C" w:rsidRPr="00471A69" w:rsidRDefault="00B7669C" w:rsidP="001D5F9D">
      <w:pPr>
        <w:shd w:val="clear" w:color="auto" w:fill="FFFFFF" w:themeFill="background1"/>
        <w:rPr>
          <w:bCs/>
          <w:szCs w:val="24"/>
        </w:rPr>
      </w:pPr>
    </w:p>
    <w:p w14:paraId="1E24C088" w14:textId="1B8F0584" w:rsidR="005B1767" w:rsidRPr="00471A69" w:rsidRDefault="00A45006">
      <w:pPr>
        <w:rPr>
          <w:bCs/>
          <w:szCs w:val="24"/>
        </w:rPr>
      </w:pPr>
      <w:r w:rsidRPr="00471A69">
        <w:rPr>
          <w:b/>
          <w:bCs/>
          <w:szCs w:val="24"/>
        </w:rPr>
        <w:lastRenderedPageBreak/>
        <w:t>10.</w:t>
      </w:r>
      <w:r w:rsidR="00AA7BDE">
        <w:rPr>
          <w:b/>
          <w:bCs/>
          <w:szCs w:val="24"/>
        </w:rPr>
        <w:t>4</w:t>
      </w:r>
      <w:r w:rsidRPr="00471A69">
        <w:rPr>
          <w:b/>
          <w:bCs/>
          <w:szCs w:val="24"/>
        </w:rPr>
        <w:t>.</w:t>
      </w:r>
      <w:r w:rsidRPr="00471A69">
        <w:rPr>
          <w:bCs/>
          <w:szCs w:val="24"/>
        </w:rPr>
        <w:tab/>
      </w:r>
      <w:r w:rsidRPr="000A61BB">
        <w:rPr>
          <w:bCs/>
          <w:szCs w:val="24"/>
        </w:rPr>
        <w:t>Lepingu punktis 10.1-10.</w:t>
      </w:r>
      <w:r w:rsidR="002D2F55">
        <w:rPr>
          <w:bCs/>
          <w:szCs w:val="24"/>
        </w:rPr>
        <w:t>3</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2"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13074F92"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458C9">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9C036F"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9C036F"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2E778C16" w:rsidR="000A61BB" w:rsidRPr="00366BEF" w:rsidRDefault="00510304" w:rsidP="00002ED5">
            <w:pPr>
              <w:tabs>
                <w:tab w:val="left" w:pos="4320"/>
              </w:tabs>
              <w:rPr>
                <w:spacing w:val="0"/>
                <w:szCs w:val="24"/>
              </w:rPr>
            </w:pPr>
            <w:r>
              <w:rPr>
                <w:spacing w:val="0"/>
                <w:szCs w:val="24"/>
                <w:lang w:val="en-AU"/>
              </w:rPr>
              <w:t>Mart Enel</w:t>
            </w:r>
          </w:p>
        </w:tc>
        <w:tc>
          <w:tcPr>
            <w:tcW w:w="3474" w:type="dxa"/>
            <w:vAlign w:val="bottom"/>
          </w:tcPr>
          <w:p w14:paraId="25074C6A" w14:textId="0B9DBF9D" w:rsidR="000A61BB" w:rsidRPr="00366BEF" w:rsidRDefault="00E119D1" w:rsidP="00002ED5">
            <w:pPr>
              <w:tabs>
                <w:tab w:val="left" w:pos="4320"/>
              </w:tabs>
              <w:rPr>
                <w:spacing w:val="0"/>
                <w:szCs w:val="24"/>
              </w:rPr>
            </w:pPr>
            <w:r w:rsidRPr="00EE3FC6">
              <w:rPr>
                <w:bCs/>
                <w:szCs w:val="24"/>
              </w:rPr>
              <w:t>Raivo Nõmmemees</w:t>
            </w:r>
          </w:p>
        </w:tc>
      </w:tr>
    </w:tbl>
    <w:p w14:paraId="0F87EAF0" w14:textId="2AA708A2" w:rsidR="000A61BB" w:rsidRPr="00683F6D" w:rsidRDefault="000A61BB" w:rsidP="00201E26">
      <w:pPr>
        <w:ind w:left="5440"/>
        <w:rPr>
          <w:bCs/>
          <w:sz w:val="20"/>
        </w:rPr>
      </w:pPr>
      <w:bookmarkStart w:id="10" w:name="OLE_LINK2"/>
      <w:bookmarkEnd w:id="10"/>
    </w:p>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9A880" w14:textId="77777777" w:rsidR="0088451D" w:rsidRDefault="0088451D">
      <w:r>
        <w:separator/>
      </w:r>
    </w:p>
  </w:endnote>
  <w:endnote w:type="continuationSeparator" w:id="0">
    <w:p w14:paraId="35FB4BED" w14:textId="77777777" w:rsidR="0088451D" w:rsidRDefault="0088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416E6" w14:textId="77777777" w:rsidR="0088451D" w:rsidRDefault="0088451D">
      <w:r>
        <w:separator/>
      </w:r>
    </w:p>
  </w:footnote>
  <w:footnote w:type="continuationSeparator" w:id="0">
    <w:p w14:paraId="747C80F8" w14:textId="77777777" w:rsidR="0088451D" w:rsidRDefault="00884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41E7"/>
    <w:rsid w:val="00034A8C"/>
    <w:rsid w:val="0003792B"/>
    <w:rsid w:val="00037D1B"/>
    <w:rsid w:val="00040608"/>
    <w:rsid w:val="00043B39"/>
    <w:rsid w:val="000474EB"/>
    <w:rsid w:val="00056A77"/>
    <w:rsid w:val="00056BA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2B7B"/>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EBE"/>
    <w:rsid w:val="001B6FB4"/>
    <w:rsid w:val="001B77CD"/>
    <w:rsid w:val="001C22B8"/>
    <w:rsid w:val="001C7E1E"/>
    <w:rsid w:val="001D26A8"/>
    <w:rsid w:val="001D5F9D"/>
    <w:rsid w:val="001E2AF0"/>
    <w:rsid w:val="001E3B59"/>
    <w:rsid w:val="001E5038"/>
    <w:rsid w:val="001E5B98"/>
    <w:rsid w:val="001F0175"/>
    <w:rsid w:val="001F0383"/>
    <w:rsid w:val="001F623B"/>
    <w:rsid w:val="00201E26"/>
    <w:rsid w:val="00202884"/>
    <w:rsid w:val="0020382B"/>
    <w:rsid w:val="00204185"/>
    <w:rsid w:val="00205118"/>
    <w:rsid w:val="0020571B"/>
    <w:rsid w:val="00207341"/>
    <w:rsid w:val="00207820"/>
    <w:rsid w:val="002123DD"/>
    <w:rsid w:val="002147F2"/>
    <w:rsid w:val="0021543E"/>
    <w:rsid w:val="002157E3"/>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2F55"/>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58C9"/>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304"/>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2902"/>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4F2"/>
    <w:rsid w:val="005C29E6"/>
    <w:rsid w:val="005C7054"/>
    <w:rsid w:val="005D111E"/>
    <w:rsid w:val="005D404A"/>
    <w:rsid w:val="005D7743"/>
    <w:rsid w:val="005E0A7C"/>
    <w:rsid w:val="005E197A"/>
    <w:rsid w:val="005E2378"/>
    <w:rsid w:val="005E76A9"/>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6EC8"/>
    <w:rsid w:val="006575ED"/>
    <w:rsid w:val="00657798"/>
    <w:rsid w:val="00664F3C"/>
    <w:rsid w:val="00665954"/>
    <w:rsid w:val="00666317"/>
    <w:rsid w:val="006678C8"/>
    <w:rsid w:val="00674200"/>
    <w:rsid w:val="0067668A"/>
    <w:rsid w:val="006807F7"/>
    <w:rsid w:val="00681FD4"/>
    <w:rsid w:val="00683F6D"/>
    <w:rsid w:val="00684A2C"/>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0108"/>
    <w:rsid w:val="00782CB8"/>
    <w:rsid w:val="00783E28"/>
    <w:rsid w:val="00785130"/>
    <w:rsid w:val="00786355"/>
    <w:rsid w:val="007868ED"/>
    <w:rsid w:val="00790C61"/>
    <w:rsid w:val="0079180D"/>
    <w:rsid w:val="00796475"/>
    <w:rsid w:val="007A1BF3"/>
    <w:rsid w:val="007A1D51"/>
    <w:rsid w:val="007A2A92"/>
    <w:rsid w:val="007A3AB3"/>
    <w:rsid w:val="007A42E9"/>
    <w:rsid w:val="007A75B6"/>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451D"/>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A4F57"/>
    <w:rsid w:val="009A6508"/>
    <w:rsid w:val="009A6C84"/>
    <w:rsid w:val="009B33C5"/>
    <w:rsid w:val="009B5273"/>
    <w:rsid w:val="009C036F"/>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A7BDE"/>
    <w:rsid w:val="00AB2D56"/>
    <w:rsid w:val="00AC5895"/>
    <w:rsid w:val="00AC6689"/>
    <w:rsid w:val="00AD3F41"/>
    <w:rsid w:val="00AD531C"/>
    <w:rsid w:val="00AD6A9B"/>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66B6"/>
    <w:rsid w:val="00B37D41"/>
    <w:rsid w:val="00B41572"/>
    <w:rsid w:val="00B42464"/>
    <w:rsid w:val="00B427AC"/>
    <w:rsid w:val="00B42EC1"/>
    <w:rsid w:val="00B46692"/>
    <w:rsid w:val="00B476EB"/>
    <w:rsid w:val="00B522D0"/>
    <w:rsid w:val="00B5593A"/>
    <w:rsid w:val="00B70848"/>
    <w:rsid w:val="00B72B03"/>
    <w:rsid w:val="00B7669C"/>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CE596F"/>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BB5"/>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581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19D1"/>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marabi.eu"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info@marabi.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marabi.eu"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C0482"/>
    <w:rsid w:val="00A07D5E"/>
    <w:rsid w:val="00AE70FF"/>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49EBF-8AA0-4BEA-A4D5-800C0DEE7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5</TotalTime>
  <Pages>6</Pages>
  <Words>1765</Words>
  <Characters>14070</Characters>
  <Application>Microsoft Office Word</Application>
  <DocSecurity>0</DocSecurity>
  <Lines>117</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6</cp:revision>
  <cp:lastPrinted>2008-07-14T13:18:00Z</cp:lastPrinted>
  <dcterms:created xsi:type="dcterms:W3CDTF">2023-01-17T14:14:00Z</dcterms:created>
  <dcterms:modified xsi:type="dcterms:W3CDTF">2023-01-17T14:19:00Z</dcterms:modified>
</cp:coreProperties>
</file>